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FA21CE6-C52A-4FC8-980B-E395ADE9A147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